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2"/>
        <w:gridCol w:w="7492"/>
        <w:gridCol w:w="270"/>
      </w:tblGrid>
      <w:tr w:rsidR="00664917" w:rsidTr="00664917">
        <w:trPr>
          <w:gridAfter w:val="1"/>
          <w:wAfter w:w="270" w:type="dxa"/>
          <w:jc w:val="center"/>
        </w:trPr>
        <w:tc>
          <w:tcPr>
            <w:tcW w:w="7492" w:type="dxa"/>
          </w:tcPr>
          <w:p w:rsidR="00664917" w:rsidRPr="00664917" w:rsidRDefault="00664917" w:rsidP="00664917">
            <w:pPr>
              <w:rPr>
                <w:rFonts w:ascii="Comic Sans MS" w:hAnsi="Comic Sans MS"/>
                <w:b/>
                <w:sz w:val="24"/>
                <w:szCs w:val="26"/>
              </w:rPr>
            </w:pPr>
            <w:r w:rsidRPr="00664917">
              <w:rPr>
                <w:rFonts w:ascii="Comic Sans MS" w:hAnsi="Comic Sans MS"/>
                <w:b/>
                <w:sz w:val="24"/>
                <w:szCs w:val="26"/>
              </w:rPr>
              <w:t>Hello!  My name is Christine Fopma.  I offer simple, fun and insightful solutions to seemingly complicated clutter and organizational problems.  I am here to help if you are ready to change your home and/or workspace.</w:t>
            </w:r>
          </w:p>
          <w:p w:rsidR="00664917" w:rsidRPr="00664917" w:rsidRDefault="00664917" w:rsidP="00664917">
            <w:pPr>
              <w:rPr>
                <w:rFonts w:ascii="Comic Sans MS" w:hAnsi="Comic Sans MS"/>
                <w:b/>
                <w:sz w:val="24"/>
                <w:szCs w:val="26"/>
              </w:rPr>
            </w:pPr>
          </w:p>
          <w:p w:rsidR="00664917" w:rsidRPr="00664917" w:rsidRDefault="00664917" w:rsidP="00664917">
            <w:pPr>
              <w:rPr>
                <w:rFonts w:ascii="Comic Sans MS" w:hAnsi="Comic Sans MS"/>
                <w:b/>
                <w:sz w:val="24"/>
                <w:szCs w:val="26"/>
              </w:rPr>
            </w:pPr>
            <w:r w:rsidRPr="00664917">
              <w:rPr>
                <w:rFonts w:ascii="Comic Sans MS" w:hAnsi="Comic Sans MS"/>
                <w:b/>
                <w:sz w:val="24"/>
                <w:szCs w:val="26"/>
              </w:rPr>
              <w:t>My experiences of working with family, friends, co-workers and clients has proven my hard working, energetic, fun and supportive attitude makes it easier for them to get things accomplished.  Helping people sort through, and be rid of, the mental and physical obstacles that have kept them stuck along with participating in their enthusiasm when they see immediate improvement is rewarding for me.</w:t>
            </w:r>
          </w:p>
          <w:p w:rsidR="00664917" w:rsidRPr="00664917" w:rsidRDefault="00664917" w:rsidP="00664917">
            <w:pPr>
              <w:rPr>
                <w:rFonts w:ascii="Comic Sans MS" w:hAnsi="Comic Sans MS"/>
                <w:b/>
                <w:sz w:val="24"/>
                <w:szCs w:val="26"/>
              </w:rPr>
            </w:pPr>
          </w:p>
          <w:p w:rsidR="00664917" w:rsidRPr="00664917" w:rsidRDefault="00664917" w:rsidP="00664917">
            <w:pPr>
              <w:rPr>
                <w:rFonts w:ascii="Comic Sans MS" w:hAnsi="Comic Sans MS"/>
                <w:b/>
                <w:sz w:val="24"/>
                <w:szCs w:val="26"/>
              </w:rPr>
            </w:pPr>
            <w:r w:rsidRPr="00664917">
              <w:rPr>
                <w:rFonts w:ascii="Comic Sans MS" w:hAnsi="Comic Sans MS"/>
                <w:b/>
                <w:sz w:val="24"/>
                <w:szCs w:val="26"/>
              </w:rPr>
              <w:t>I welcome the opportunity to earn your confidence through ethical, reliable and dependable hard work</w:t>
            </w:r>
          </w:p>
          <w:p w:rsidR="00664917" w:rsidRDefault="00664917" w:rsidP="00664917">
            <w:pPr>
              <w:jc w:val="center"/>
            </w:pPr>
          </w:p>
          <w:p w:rsidR="00D60E03" w:rsidRPr="00664917" w:rsidRDefault="00D60E03" w:rsidP="00664917">
            <w:pPr>
              <w:jc w:val="center"/>
            </w:pPr>
          </w:p>
          <w:p w:rsidR="00664917" w:rsidRPr="00664917" w:rsidRDefault="00664917" w:rsidP="00664917">
            <w:pPr>
              <w:jc w:val="center"/>
              <w:rPr>
                <w:noProof/>
              </w:rPr>
            </w:pPr>
            <w:r w:rsidRPr="00664917">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451"/>
            </w:tblGrid>
            <w:tr w:rsidR="00664917" w:rsidRPr="00664917" w:rsidTr="00664917">
              <w:tc>
                <w:tcPr>
                  <w:tcW w:w="3595" w:type="dxa"/>
                </w:tcPr>
                <w:p w:rsidR="00664917" w:rsidRPr="00664917" w:rsidRDefault="00D60E03" w:rsidP="00664917">
                  <w:pPr>
                    <w:jc w:val="center"/>
                    <w:rPr>
                      <w:noProof/>
                    </w:rPr>
                  </w:pPr>
                  <w:r w:rsidRPr="00D60E03">
                    <w:rPr>
                      <w:noProof/>
                    </w:rPr>
                    <w:drawing>
                      <wp:inline distT="0" distB="0" distL="0" distR="0">
                        <wp:extent cx="1885950" cy="1181100"/>
                        <wp:effectExtent l="0" t="0" r="0" b="0"/>
                        <wp:docPr id="2" name="Picture 2" descr="C:\Users\Christine\Desktop\Brochure Design\ClutterToClarity_Logo-Final2A(s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ine\Desktop\Brochure Design\ClutterToClarity_Logo-Final2A(sma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5950" cy="1181100"/>
                                </a:xfrm>
                                <a:prstGeom prst="rect">
                                  <a:avLst/>
                                </a:prstGeom>
                                <a:noFill/>
                                <a:ln>
                                  <a:noFill/>
                                </a:ln>
                              </pic:spPr>
                            </pic:pic>
                          </a:graphicData>
                        </a:graphic>
                      </wp:inline>
                    </w:drawing>
                  </w:r>
                </w:p>
                <w:p w:rsidR="00664917" w:rsidRPr="00664917" w:rsidRDefault="00664917" w:rsidP="00664917">
                  <w:pPr>
                    <w:jc w:val="center"/>
                  </w:pPr>
                </w:p>
                <w:p w:rsidR="00664917" w:rsidRPr="00664917" w:rsidRDefault="00D60E03" w:rsidP="00664917">
                  <w:pPr>
                    <w:jc w:val="center"/>
                  </w:pPr>
                  <w:r w:rsidRPr="00D47247">
                    <w:rPr>
                      <w:b/>
                      <w:noProof/>
                    </w:rPr>
                    <w:t>Organizing &amp; Decluttering Services</w:t>
                  </w:r>
                </w:p>
                <w:p w:rsidR="00664917" w:rsidRPr="00664917" w:rsidRDefault="00664917" w:rsidP="00664917">
                  <w:pPr>
                    <w:jc w:val="center"/>
                    <w:rPr>
                      <w:sz w:val="24"/>
                    </w:rPr>
                  </w:pPr>
                </w:p>
                <w:p w:rsidR="00664917" w:rsidRPr="00664917" w:rsidRDefault="00664917" w:rsidP="00664917">
                  <w:pPr>
                    <w:jc w:val="center"/>
                    <w:rPr>
                      <w:b/>
                      <w:sz w:val="24"/>
                    </w:rPr>
                  </w:pPr>
                  <w:r w:rsidRPr="00664917">
                    <w:rPr>
                      <w:b/>
                      <w:sz w:val="24"/>
                    </w:rPr>
                    <w:t>301-525-5964</w:t>
                  </w:r>
                </w:p>
                <w:p w:rsidR="00D60E03" w:rsidRPr="00664917" w:rsidRDefault="00D60E03" w:rsidP="00D60E03">
                  <w:pPr>
                    <w:rPr>
                      <w:b/>
                      <w:sz w:val="24"/>
                    </w:rPr>
                  </w:pPr>
                </w:p>
                <w:p w:rsidR="00664917" w:rsidRPr="00664917" w:rsidRDefault="00D60E03" w:rsidP="00664917">
                  <w:pPr>
                    <w:jc w:val="center"/>
                    <w:rPr>
                      <w:b/>
                      <w:sz w:val="24"/>
                    </w:rPr>
                  </w:pPr>
                  <w:hyperlink r:id="rId7" w:history="1">
                    <w:r w:rsidR="00664917" w:rsidRPr="00664917">
                      <w:rPr>
                        <w:b/>
                        <w:sz w:val="24"/>
                        <w:u w:val="single"/>
                      </w:rPr>
                      <w:t>info@clutteredtoclarity.com</w:t>
                    </w:r>
                  </w:hyperlink>
                </w:p>
                <w:p w:rsidR="00664917" w:rsidRPr="00664917" w:rsidRDefault="00664917" w:rsidP="00664917">
                  <w:pPr>
                    <w:jc w:val="center"/>
                    <w:rPr>
                      <w:b/>
                      <w:sz w:val="24"/>
                    </w:rPr>
                  </w:pPr>
                </w:p>
                <w:p w:rsidR="00664917" w:rsidRDefault="00D60E03" w:rsidP="00664917">
                  <w:pPr>
                    <w:jc w:val="center"/>
                    <w:rPr>
                      <w:b/>
                      <w:sz w:val="24"/>
                      <w:u w:val="single"/>
                    </w:rPr>
                  </w:pPr>
                  <w:hyperlink r:id="rId8" w:history="1">
                    <w:r w:rsidR="00664917" w:rsidRPr="00664917">
                      <w:rPr>
                        <w:b/>
                        <w:sz w:val="24"/>
                        <w:u w:val="single"/>
                      </w:rPr>
                      <w:t>www.clutterredtoclarity.com</w:t>
                    </w:r>
                  </w:hyperlink>
                </w:p>
                <w:p w:rsidR="00D60E03" w:rsidRDefault="00D60E03" w:rsidP="00664917">
                  <w:pPr>
                    <w:jc w:val="center"/>
                    <w:rPr>
                      <w:b/>
                      <w:sz w:val="24"/>
                      <w:u w:val="single"/>
                    </w:rPr>
                  </w:pPr>
                </w:p>
                <w:p w:rsidR="00D60E03" w:rsidRPr="00664917" w:rsidRDefault="00D60E03" w:rsidP="00664917">
                  <w:pPr>
                    <w:jc w:val="center"/>
                    <w:rPr>
                      <w:noProof/>
                    </w:rPr>
                  </w:pPr>
                  <w:r>
                    <w:rPr>
                      <w:b/>
                      <w:sz w:val="24"/>
                      <w:u w:val="single"/>
                    </w:rPr>
                    <w:t xml:space="preserve">Rockville, MD </w:t>
                  </w:r>
                </w:p>
              </w:tc>
              <w:tc>
                <w:tcPr>
                  <w:tcW w:w="3451" w:type="dxa"/>
                </w:tcPr>
                <w:p w:rsidR="00664917" w:rsidRPr="00664917" w:rsidRDefault="00664917" w:rsidP="00664917">
                  <w:pPr>
                    <w:jc w:val="center"/>
                    <w:rPr>
                      <w:noProof/>
                    </w:rPr>
                  </w:pPr>
                  <w:r w:rsidRPr="00664917">
                    <w:rPr>
                      <w:noProof/>
                    </w:rPr>
                    <w:drawing>
                      <wp:inline distT="0" distB="0" distL="0" distR="0" wp14:anchorId="7935D637" wp14:editId="2167E9E7">
                        <wp:extent cx="1428750" cy="1093470"/>
                        <wp:effectExtent l="0" t="0" r="0" b="0"/>
                        <wp:docPr id="12" name="Picture 12" descr="C:\Users\Christine\Desktop\Desktop\Cluttered to Clarity\NAPO logo\Member Color - 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ine\Desktop\Desktop\Cluttered to Clarity\NAPO logo\Member Color - Pri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8100" cy="1100626"/>
                                </a:xfrm>
                                <a:prstGeom prst="rect">
                                  <a:avLst/>
                                </a:prstGeom>
                                <a:noFill/>
                                <a:ln>
                                  <a:noFill/>
                                </a:ln>
                              </pic:spPr>
                            </pic:pic>
                          </a:graphicData>
                        </a:graphic>
                      </wp:inline>
                    </w:drawing>
                  </w:r>
                </w:p>
                <w:p w:rsidR="00664917" w:rsidRPr="00664917" w:rsidRDefault="00664917" w:rsidP="00664917">
                  <w:pPr>
                    <w:jc w:val="center"/>
                    <w:rPr>
                      <w:noProof/>
                    </w:rPr>
                  </w:pPr>
                </w:p>
                <w:p w:rsidR="00664917" w:rsidRPr="00D60E03" w:rsidRDefault="00664917" w:rsidP="00664917">
                  <w:pPr>
                    <w:jc w:val="center"/>
                    <w:rPr>
                      <w:b/>
                      <w:sz w:val="28"/>
                    </w:rPr>
                  </w:pPr>
                  <w:r w:rsidRPr="00D60E03">
                    <w:rPr>
                      <w:b/>
                      <w:sz w:val="28"/>
                    </w:rPr>
                    <w:t xml:space="preserve">PRIVACY &amp; ETHICS: </w:t>
                  </w:r>
                </w:p>
                <w:p w:rsidR="00664917" w:rsidRPr="00664917" w:rsidRDefault="00664917" w:rsidP="00664917">
                  <w:pPr>
                    <w:jc w:val="center"/>
                    <w:rPr>
                      <w:noProof/>
                    </w:rPr>
                  </w:pPr>
                  <w:r w:rsidRPr="00664917">
                    <w:rPr>
                      <w:b/>
                    </w:rPr>
                    <w:t xml:space="preserve"> </w:t>
                  </w:r>
                  <w:r w:rsidRPr="00D60E03">
                    <w:rPr>
                      <w:b/>
                      <w:sz w:val="24"/>
                    </w:rPr>
                    <w:t>I abide by the standards as outlined in the NAPO Code of Ethics.  Any and all information provided by you, as well as infor</w:t>
                  </w:r>
                  <w:bookmarkStart w:id="0" w:name="_GoBack"/>
                  <w:bookmarkEnd w:id="0"/>
                  <w:r w:rsidRPr="00D60E03">
                    <w:rPr>
                      <w:b/>
                      <w:sz w:val="24"/>
                    </w:rPr>
                    <w:t>mation or circumstances seen on site will be handled in a nonjudgmental, respectful and confidential manner</w:t>
                  </w:r>
                  <w:r w:rsidRPr="00664917">
                    <w:rPr>
                      <w:b/>
                    </w:rPr>
                    <w:t>.</w:t>
                  </w:r>
                </w:p>
              </w:tc>
            </w:tr>
          </w:tbl>
          <w:p w:rsidR="00664917" w:rsidRDefault="00664917"/>
        </w:tc>
        <w:tc>
          <w:tcPr>
            <w:tcW w:w="7492" w:type="dxa"/>
          </w:tcPr>
          <w:p w:rsidR="00664917" w:rsidRPr="00664917" w:rsidRDefault="00D60E03" w:rsidP="00D60E03">
            <w:pPr>
              <w:jc w:val="center"/>
            </w:pPr>
            <w:r w:rsidRPr="00D60E03">
              <w:rPr>
                <w:noProof/>
              </w:rPr>
              <w:drawing>
                <wp:inline distT="0" distB="0" distL="0" distR="0">
                  <wp:extent cx="4438650" cy="3190875"/>
                  <wp:effectExtent l="0" t="0" r="0" b="9525"/>
                  <wp:docPr id="1" name="Picture 1" descr="C:\Users\Christine\Desktop\Brochure Design\ClutterToClarity_Logo-Final2A(s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ine\Desktop\Brochure Design\ClutterToClarity_Logo-Final2A(sm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8650" cy="3190875"/>
                          </a:xfrm>
                          <a:prstGeom prst="rect">
                            <a:avLst/>
                          </a:prstGeom>
                          <a:noFill/>
                          <a:ln>
                            <a:noFill/>
                          </a:ln>
                        </pic:spPr>
                      </pic:pic>
                    </a:graphicData>
                  </a:graphic>
                </wp:inline>
              </w:drawing>
            </w:r>
          </w:p>
          <w:p w:rsidR="00664917" w:rsidRPr="00664917" w:rsidRDefault="00664917" w:rsidP="00D60E03">
            <w:pPr>
              <w:jc w:val="center"/>
            </w:pPr>
          </w:p>
          <w:p w:rsidR="00664917" w:rsidRPr="00664917" w:rsidRDefault="00D60E03" w:rsidP="00D60E03">
            <w:pPr>
              <w:jc w:val="center"/>
            </w:pPr>
            <w:r w:rsidRPr="00D60E03">
              <w:rPr>
                <w:b/>
                <w:noProof/>
                <w:sz w:val="48"/>
              </w:rPr>
              <w:t>Organizing &amp; Decluttering Services</w:t>
            </w:r>
          </w:p>
          <w:p w:rsidR="00664917" w:rsidRPr="00664917" w:rsidRDefault="00664917" w:rsidP="00D60E03">
            <w:pPr>
              <w:jc w:val="center"/>
            </w:pPr>
          </w:p>
          <w:p w:rsidR="00664917" w:rsidRPr="00664917" w:rsidRDefault="00664917" w:rsidP="00D60E03">
            <w:pPr>
              <w:jc w:val="center"/>
              <w:rPr>
                <w:b/>
                <w:sz w:val="36"/>
              </w:rPr>
            </w:pPr>
            <w:r w:rsidRPr="00664917">
              <w:rPr>
                <w:b/>
                <w:sz w:val="36"/>
              </w:rPr>
              <w:t>Christine Fopma</w:t>
            </w:r>
          </w:p>
          <w:p w:rsidR="00664917" w:rsidRPr="00664917" w:rsidRDefault="00664917" w:rsidP="00D60E03">
            <w:pPr>
              <w:jc w:val="center"/>
              <w:rPr>
                <w:b/>
                <w:sz w:val="36"/>
              </w:rPr>
            </w:pPr>
          </w:p>
          <w:p w:rsidR="00664917" w:rsidRPr="00664917" w:rsidRDefault="00664917" w:rsidP="00D60E03">
            <w:pPr>
              <w:jc w:val="center"/>
              <w:rPr>
                <w:b/>
                <w:sz w:val="36"/>
              </w:rPr>
            </w:pPr>
            <w:r w:rsidRPr="00664917">
              <w:rPr>
                <w:b/>
                <w:sz w:val="36"/>
              </w:rPr>
              <w:t>301-525-5964</w:t>
            </w:r>
          </w:p>
          <w:p w:rsidR="00664917" w:rsidRPr="00664917" w:rsidRDefault="00664917" w:rsidP="00D60E03">
            <w:pPr>
              <w:jc w:val="center"/>
              <w:rPr>
                <w:b/>
                <w:sz w:val="36"/>
              </w:rPr>
            </w:pPr>
          </w:p>
          <w:p w:rsidR="00664917" w:rsidRPr="00664917" w:rsidRDefault="00D60E03" w:rsidP="00D60E03">
            <w:pPr>
              <w:jc w:val="center"/>
              <w:rPr>
                <w:b/>
                <w:sz w:val="36"/>
              </w:rPr>
            </w:pPr>
            <w:hyperlink r:id="rId10" w:history="1">
              <w:r w:rsidR="00664917" w:rsidRPr="00664917">
                <w:rPr>
                  <w:b/>
                  <w:sz w:val="36"/>
                  <w:u w:val="single"/>
                </w:rPr>
                <w:t>info@clutteredtoclarity.com</w:t>
              </w:r>
            </w:hyperlink>
          </w:p>
          <w:p w:rsidR="00664917" w:rsidRPr="00664917" w:rsidRDefault="00D60E03" w:rsidP="00D60E03">
            <w:pPr>
              <w:jc w:val="center"/>
              <w:rPr>
                <w:b/>
                <w:sz w:val="36"/>
              </w:rPr>
            </w:pPr>
            <w:hyperlink r:id="rId11" w:history="1">
              <w:r w:rsidR="00664917" w:rsidRPr="00664917">
                <w:rPr>
                  <w:b/>
                  <w:sz w:val="36"/>
                  <w:u w:val="single"/>
                </w:rPr>
                <w:t>www.clutterredtoclarity.com</w:t>
              </w:r>
            </w:hyperlink>
          </w:p>
          <w:p w:rsidR="00664917" w:rsidRPr="00664917" w:rsidRDefault="00664917" w:rsidP="00D60E03">
            <w:pPr>
              <w:jc w:val="center"/>
              <w:rPr>
                <w:b/>
                <w:sz w:val="36"/>
              </w:rPr>
            </w:pPr>
          </w:p>
          <w:p w:rsidR="00664917" w:rsidRPr="00664917" w:rsidRDefault="00664917" w:rsidP="00D60E03">
            <w:pPr>
              <w:jc w:val="center"/>
              <w:rPr>
                <w:b/>
                <w:sz w:val="36"/>
              </w:rPr>
            </w:pPr>
            <w:r w:rsidRPr="00664917">
              <w:rPr>
                <w:b/>
                <w:sz w:val="36"/>
              </w:rPr>
              <w:t>Rockville, MD</w:t>
            </w:r>
            <w:r w:rsidRPr="00664917">
              <w:rPr>
                <w:b/>
                <w:sz w:val="36"/>
              </w:rPr>
              <w:tab/>
            </w:r>
            <w:r w:rsidRPr="00664917">
              <w:rPr>
                <w:b/>
                <w:sz w:val="36"/>
              </w:rPr>
              <w:tab/>
              <w:t>Serving MD, DC &amp; VA</w:t>
            </w:r>
          </w:p>
          <w:p w:rsidR="00664917" w:rsidRPr="00664917" w:rsidRDefault="00664917" w:rsidP="00D60E03">
            <w:pPr>
              <w:jc w:val="center"/>
              <w:rPr>
                <w:b/>
                <w:sz w:val="20"/>
              </w:rPr>
            </w:pPr>
          </w:p>
          <w:p w:rsidR="00664917" w:rsidRPr="00664917" w:rsidRDefault="00664917" w:rsidP="00D60E03">
            <w:pPr>
              <w:jc w:val="center"/>
              <w:rPr>
                <w:b/>
                <w:sz w:val="20"/>
              </w:rPr>
            </w:pPr>
          </w:p>
          <w:p w:rsidR="00664917" w:rsidRPr="00664917" w:rsidRDefault="00664917" w:rsidP="00D60E03">
            <w:pPr>
              <w:jc w:val="center"/>
              <w:rPr>
                <w:b/>
                <w:sz w:val="20"/>
              </w:rPr>
            </w:pPr>
          </w:p>
          <w:p w:rsidR="00664917" w:rsidRPr="00D60E03" w:rsidRDefault="00D60E03" w:rsidP="00D60E03">
            <w:pPr>
              <w:jc w:val="center"/>
              <w:rPr>
                <w:b/>
                <w:color w:val="FF9900"/>
                <w:sz w:val="38"/>
                <w:szCs w:val="38"/>
              </w:rPr>
            </w:pPr>
            <w:r w:rsidRPr="00D60E03">
              <w:rPr>
                <w:b/>
                <w:noProof/>
                <w:color w:val="FF9900"/>
                <w:sz w:val="38"/>
                <w:szCs w:val="38"/>
              </w:rPr>
              <w:t>Clarity:  “The Quality or State of Being Clear”</w:t>
            </w:r>
          </w:p>
          <w:p w:rsidR="00664917" w:rsidRDefault="00664917" w:rsidP="00D60E03">
            <w:pPr>
              <w:jc w:val="center"/>
            </w:pPr>
          </w:p>
        </w:tc>
      </w:tr>
      <w:tr w:rsidR="00664917" w:rsidTr="00664917">
        <w:tblPrEx>
          <w:jc w:val="left"/>
        </w:tblPrEx>
        <w:tc>
          <w:tcPr>
            <w:tcW w:w="7492" w:type="dxa"/>
          </w:tcPr>
          <w:p w:rsidR="00664917" w:rsidRPr="00664917" w:rsidRDefault="00664917" w:rsidP="00664917">
            <w:pPr>
              <w:rPr>
                <w:b/>
                <w:sz w:val="24"/>
                <w:szCs w:val="24"/>
              </w:rPr>
            </w:pPr>
            <w:r w:rsidRPr="00664917">
              <w:rPr>
                <w:b/>
                <w:sz w:val="24"/>
                <w:szCs w:val="24"/>
              </w:rPr>
              <w:lastRenderedPageBreak/>
              <w:t xml:space="preserve">Getting organized isn’t </w:t>
            </w:r>
            <w:r w:rsidRPr="00664917">
              <w:rPr>
                <w:b/>
                <w:i/>
                <w:sz w:val="24"/>
                <w:szCs w:val="24"/>
              </w:rPr>
              <w:t xml:space="preserve">all </w:t>
            </w:r>
            <w:r w:rsidRPr="00664917">
              <w:rPr>
                <w:b/>
                <w:sz w:val="24"/>
                <w:szCs w:val="24"/>
              </w:rPr>
              <w:t>about everything being in its proper place.</w:t>
            </w:r>
          </w:p>
          <w:p w:rsidR="00664917" w:rsidRPr="00664917" w:rsidRDefault="00664917" w:rsidP="00664917">
            <w:pPr>
              <w:rPr>
                <w:b/>
                <w:sz w:val="24"/>
                <w:szCs w:val="24"/>
              </w:rPr>
            </w:pPr>
            <w:r w:rsidRPr="00664917">
              <w:rPr>
                <w:b/>
                <w:sz w:val="24"/>
                <w:szCs w:val="24"/>
              </w:rPr>
              <w:t>It can also require overcoming fears and anxieties such as:</w:t>
            </w:r>
          </w:p>
          <w:p w:rsidR="00664917" w:rsidRPr="00664917" w:rsidRDefault="00664917" w:rsidP="00664917">
            <w:pPr>
              <w:rPr>
                <w:b/>
                <w:sz w:val="24"/>
                <w:szCs w:val="24"/>
              </w:rPr>
            </w:pPr>
          </w:p>
          <w:p w:rsidR="00664917" w:rsidRPr="00664917" w:rsidRDefault="00664917" w:rsidP="00664917">
            <w:pPr>
              <w:rPr>
                <w:b/>
                <w:color w:val="FF9900"/>
                <w:sz w:val="28"/>
                <w:szCs w:val="24"/>
              </w:rPr>
            </w:pPr>
            <w:r w:rsidRPr="00664917">
              <w:rPr>
                <w:b/>
                <w:color w:val="FF9900"/>
                <w:sz w:val="28"/>
                <w:szCs w:val="24"/>
              </w:rPr>
              <w:t>“How do I start?”</w:t>
            </w:r>
          </w:p>
          <w:p w:rsidR="00664917" w:rsidRPr="00664917" w:rsidRDefault="00664917" w:rsidP="00664917">
            <w:pPr>
              <w:rPr>
                <w:b/>
                <w:sz w:val="24"/>
                <w:szCs w:val="24"/>
              </w:rPr>
            </w:pPr>
          </w:p>
          <w:p w:rsidR="00664917" w:rsidRPr="00664917" w:rsidRDefault="00664917" w:rsidP="00664917">
            <w:pPr>
              <w:rPr>
                <w:b/>
                <w:sz w:val="24"/>
                <w:szCs w:val="24"/>
              </w:rPr>
            </w:pPr>
            <w:r w:rsidRPr="00664917">
              <w:rPr>
                <w:b/>
                <w:sz w:val="24"/>
                <w:szCs w:val="24"/>
              </w:rPr>
              <w:t>You begin by getting help from a professional.  No one can do everything; everyone needs a helping hand at times.  (I bring my vehicle to a mechanic when it needs service, even for just a simple oil change!)</w:t>
            </w:r>
          </w:p>
          <w:p w:rsidR="00664917" w:rsidRPr="00664917" w:rsidRDefault="00664917" w:rsidP="00664917">
            <w:pPr>
              <w:rPr>
                <w:b/>
                <w:sz w:val="24"/>
                <w:szCs w:val="24"/>
              </w:rPr>
            </w:pPr>
          </w:p>
          <w:p w:rsidR="00664917" w:rsidRPr="00664917" w:rsidRDefault="00664917" w:rsidP="00664917">
            <w:pPr>
              <w:rPr>
                <w:b/>
                <w:color w:val="FF9900"/>
                <w:sz w:val="28"/>
                <w:szCs w:val="24"/>
              </w:rPr>
            </w:pPr>
            <w:r w:rsidRPr="00664917">
              <w:rPr>
                <w:b/>
                <w:color w:val="FF9900"/>
                <w:sz w:val="28"/>
                <w:szCs w:val="24"/>
              </w:rPr>
              <w:t>“Am I going to have to get rid of ALL my things?”</w:t>
            </w:r>
          </w:p>
          <w:p w:rsidR="00664917" w:rsidRPr="00664917" w:rsidRDefault="00664917" w:rsidP="00664917">
            <w:pPr>
              <w:rPr>
                <w:b/>
                <w:sz w:val="24"/>
                <w:szCs w:val="24"/>
              </w:rPr>
            </w:pPr>
          </w:p>
          <w:p w:rsidR="00664917" w:rsidRPr="00664917" w:rsidRDefault="00664917" w:rsidP="00664917">
            <w:pPr>
              <w:rPr>
                <w:b/>
                <w:sz w:val="24"/>
                <w:szCs w:val="24"/>
              </w:rPr>
            </w:pPr>
            <w:r w:rsidRPr="00664917">
              <w:rPr>
                <w:b/>
                <w:sz w:val="24"/>
                <w:szCs w:val="24"/>
              </w:rPr>
              <w:t>Definitely not!  There is a process that will help you decide what to keep and what you would be willing to part with.  (I can help you determine the practical and monetary “worth” of something.  Only you can determine its personal “value”.)</w:t>
            </w:r>
          </w:p>
          <w:p w:rsidR="00664917" w:rsidRPr="00664917" w:rsidRDefault="00664917" w:rsidP="00664917">
            <w:pPr>
              <w:ind w:firstLine="720"/>
              <w:rPr>
                <w:b/>
                <w:sz w:val="24"/>
                <w:szCs w:val="24"/>
              </w:rPr>
            </w:pPr>
          </w:p>
          <w:p w:rsidR="00664917" w:rsidRPr="00664917" w:rsidRDefault="00664917" w:rsidP="00664917">
            <w:pPr>
              <w:rPr>
                <w:b/>
                <w:sz w:val="24"/>
                <w:szCs w:val="24"/>
              </w:rPr>
            </w:pPr>
            <w:r w:rsidRPr="00664917">
              <w:rPr>
                <w:b/>
                <w:color w:val="FF9900"/>
                <w:sz w:val="28"/>
                <w:szCs w:val="24"/>
              </w:rPr>
              <w:t>“I don’t have time”</w:t>
            </w:r>
          </w:p>
          <w:p w:rsidR="00664917" w:rsidRPr="00664917" w:rsidRDefault="00664917" w:rsidP="00664917">
            <w:pPr>
              <w:rPr>
                <w:b/>
                <w:sz w:val="24"/>
                <w:szCs w:val="24"/>
              </w:rPr>
            </w:pPr>
          </w:p>
          <w:p w:rsidR="00664917" w:rsidRPr="00664917" w:rsidRDefault="00664917" w:rsidP="00664917">
            <w:pPr>
              <w:rPr>
                <w:b/>
                <w:sz w:val="24"/>
                <w:szCs w:val="24"/>
              </w:rPr>
            </w:pPr>
            <w:r w:rsidRPr="00664917">
              <w:rPr>
                <w:b/>
                <w:sz w:val="24"/>
                <w:szCs w:val="24"/>
              </w:rPr>
              <w:t>Now you will!  Getting organized will actually save you time.  You will know where that “thing” is, find it quickly and avoid the time it takes to run out and purchase a new “thing”. (You will have actually created more time to enjoy the lifestyle that is important to you.)</w:t>
            </w:r>
          </w:p>
          <w:p w:rsidR="00664917" w:rsidRPr="00664917" w:rsidRDefault="00664917" w:rsidP="00664917">
            <w:pPr>
              <w:rPr>
                <w:b/>
                <w:sz w:val="24"/>
                <w:szCs w:val="24"/>
              </w:rPr>
            </w:pPr>
          </w:p>
          <w:p w:rsidR="00664917" w:rsidRPr="00664917" w:rsidRDefault="00664917" w:rsidP="00664917">
            <w:pPr>
              <w:rPr>
                <w:b/>
                <w:sz w:val="24"/>
                <w:szCs w:val="24"/>
              </w:rPr>
            </w:pPr>
            <w:r w:rsidRPr="00664917">
              <w:rPr>
                <w:b/>
                <w:sz w:val="24"/>
                <w:szCs w:val="24"/>
              </w:rPr>
              <w:t xml:space="preserve">We all have anxiety about something that prevents or inhibits us from taking action toward a solution.  </w:t>
            </w:r>
            <w:r w:rsidR="00D635A0">
              <w:rPr>
                <w:b/>
                <w:sz w:val="24"/>
                <w:szCs w:val="24"/>
              </w:rPr>
              <w:t xml:space="preserve">Whether you want someone to take over the project or a </w:t>
            </w:r>
            <w:r w:rsidRPr="00664917">
              <w:rPr>
                <w:b/>
                <w:sz w:val="24"/>
                <w:szCs w:val="24"/>
              </w:rPr>
              <w:t>helping hand (nudge) is all you really need</w:t>
            </w:r>
            <w:r w:rsidR="00D635A0">
              <w:rPr>
                <w:b/>
                <w:sz w:val="24"/>
                <w:szCs w:val="24"/>
              </w:rPr>
              <w:t xml:space="preserve">, a professional organizer is the perfect way to get started.  </w:t>
            </w:r>
            <w:r w:rsidRPr="00664917">
              <w:rPr>
                <w:b/>
                <w:sz w:val="24"/>
                <w:szCs w:val="24"/>
              </w:rPr>
              <w:t>Getting organized is going to be a process of progress, not perfection.  It will require some level of support and continued work on you part, but the rewards will far outweigh the efforts.</w:t>
            </w:r>
          </w:p>
          <w:p w:rsidR="00664917" w:rsidRDefault="00664917" w:rsidP="00664917">
            <w:pPr>
              <w:rPr>
                <w:b/>
                <w:sz w:val="24"/>
                <w:szCs w:val="24"/>
              </w:rPr>
            </w:pPr>
          </w:p>
          <w:p w:rsidR="00BD0298" w:rsidRDefault="00BD0298" w:rsidP="00664917">
            <w:pPr>
              <w:rPr>
                <w:b/>
                <w:sz w:val="24"/>
                <w:szCs w:val="24"/>
              </w:rPr>
            </w:pPr>
          </w:p>
          <w:p w:rsidR="00BD0298" w:rsidRPr="00664917" w:rsidRDefault="00BD0298" w:rsidP="00664917">
            <w:pPr>
              <w:rPr>
                <w:b/>
                <w:sz w:val="24"/>
                <w:szCs w:val="24"/>
              </w:rPr>
            </w:pPr>
          </w:p>
          <w:p w:rsidR="00664917" w:rsidRPr="000676D4" w:rsidRDefault="00664917" w:rsidP="000676D4">
            <w:pPr>
              <w:jc w:val="center"/>
              <w:rPr>
                <w:b/>
                <w:color w:val="FF9900"/>
                <w:sz w:val="32"/>
                <w:szCs w:val="26"/>
              </w:rPr>
            </w:pPr>
            <w:r w:rsidRPr="00664917">
              <w:rPr>
                <w:b/>
                <w:color w:val="FF9900"/>
                <w:sz w:val="32"/>
                <w:szCs w:val="26"/>
              </w:rPr>
              <w:t>TOGETHER WE CAN CONQUER THE CLUTTER AND CREATE CLARITY</w:t>
            </w:r>
          </w:p>
        </w:tc>
        <w:tc>
          <w:tcPr>
            <w:tcW w:w="7762" w:type="dxa"/>
            <w:gridSpan w:val="2"/>
          </w:tcPr>
          <w:p w:rsidR="00664917" w:rsidRPr="00664917" w:rsidRDefault="00664917" w:rsidP="00664917">
            <w:pPr>
              <w:spacing w:after="160" w:line="259" w:lineRule="auto"/>
              <w:contextualSpacing/>
              <w:rPr>
                <w:b/>
                <w:sz w:val="24"/>
                <w:szCs w:val="24"/>
              </w:rPr>
            </w:pPr>
            <w:r w:rsidRPr="00664917">
              <w:rPr>
                <w:b/>
                <w:color w:val="FF9900"/>
                <w:sz w:val="28"/>
                <w:szCs w:val="24"/>
              </w:rPr>
              <w:t>What is a professional organizer?</w:t>
            </w: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i/>
                <w:sz w:val="24"/>
                <w:szCs w:val="24"/>
              </w:rPr>
            </w:pPr>
            <w:r w:rsidRPr="00664917">
              <w:rPr>
                <w:b/>
                <w:sz w:val="24"/>
                <w:szCs w:val="24"/>
              </w:rPr>
              <w:t xml:space="preserve">“A Professional Organizer enhances the lives of clients by designing systems and processes using organizing principles and through transferring organizing skills.  Professional Organizers help individuals and businesses take control of their surroundings, their time, their paper, and their systems for life.” – </w:t>
            </w:r>
            <w:r w:rsidRPr="00664917">
              <w:rPr>
                <w:b/>
                <w:i/>
                <w:sz w:val="24"/>
                <w:szCs w:val="24"/>
              </w:rPr>
              <w:t>National Association of Professional Organizers</w:t>
            </w:r>
          </w:p>
          <w:p w:rsidR="00664917" w:rsidRPr="00664917" w:rsidRDefault="00664917" w:rsidP="00664917">
            <w:pPr>
              <w:spacing w:after="160" w:line="259" w:lineRule="auto"/>
              <w:contextualSpacing/>
              <w:rPr>
                <w:b/>
                <w:sz w:val="20"/>
                <w:szCs w:val="24"/>
              </w:rPr>
            </w:pPr>
          </w:p>
          <w:p w:rsidR="00664917" w:rsidRDefault="00664917" w:rsidP="00664917">
            <w:pPr>
              <w:spacing w:after="160" w:line="259" w:lineRule="auto"/>
              <w:contextualSpacing/>
              <w:rPr>
                <w:b/>
                <w:sz w:val="24"/>
                <w:szCs w:val="24"/>
              </w:rPr>
            </w:pPr>
            <w:r w:rsidRPr="00664917">
              <w:rPr>
                <w:b/>
                <w:sz w:val="24"/>
                <w:szCs w:val="24"/>
              </w:rPr>
              <w:t>Whether you are too busy, too confused, over whelmed, tired, stressed or just don’t know where to start, I offer a variety of hands on services to help you bring a sense of fun, freedom and function</w:t>
            </w:r>
            <w:r w:rsidR="00D635A0">
              <w:rPr>
                <w:b/>
                <w:sz w:val="24"/>
                <w:szCs w:val="24"/>
              </w:rPr>
              <w:t>ality</w:t>
            </w:r>
            <w:r w:rsidRPr="00664917">
              <w:rPr>
                <w:b/>
                <w:sz w:val="24"/>
                <w:szCs w:val="24"/>
              </w:rPr>
              <w:t xml:space="preserve"> to almost any space.</w:t>
            </w:r>
          </w:p>
          <w:p w:rsidR="00F214C0" w:rsidRPr="00664917" w:rsidRDefault="00F214C0" w:rsidP="00664917">
            <w:pPr>
              <w:spacing w:after="160" w:line="259" w:lineRule="auto"/>
              <w:contextualSpacing/>
              <w:rPr>
                <w:b/>
                <w:sz w:val="24"/>
                <w:szCs w:val="24"/>
              </w:rPr>
            </w:pP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ATTIC – TO – BASEMENT:</w:t>
            </w:r>
          </w:p>
          <w:p w:rsidR="00664917" w:rsidRPr="00664917" w:rsidRDefault="00664917" w:rsidP="00664917">
            <w:pPr>
              <w:numPr>
                <w:ilvl w:val="0"/>
                <w:numId w:val="2"/>
              </w:numPr>
              <w:spacing w:after="160" w:line="259" w:lineRule="auto"/>
              <w:contextualSpacing/>
              <w:rPr>
                <w:b/>
                <w:sz w:val="24"/>
                <w:szCs w:val="24"/>
              </w:rPr>
            </w:pPr>
            <w:r w:rsidRPr="00664917">
              <w:rPr>
                <w:b/>
                <w:sz w:val="24"/>
                <w:szCs w:val="24"/>
              </w:rPr>
              <w:t>Sorting – Purging - Organizing</w:t>
            </w: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PAPER CONTROL:</w:t>
            </w:r>
          </w:p>
          <w:p w:rsidR="00664917" w:rsidRPr="00664917" w:rsidRDefault="001773F8" w:rsidP="00664917">
            <w:pPr>
              <w:numPr>
                <w:ilvl w:val="0"/>
                <w:numId w:val="1"/>
              </w:numPr>
              <w:spacing w:after="160" w:line="259" w:lineRule="auto"/>
              <w:contextualSpacing/>
              <w:rPr>
                <w:b/>
                <w:sz w:val="24"/>
                <w:szCs w:val="24"/>
              </w:rPr>
            </w:pPr>
            <w:r>
              <w:rPr>
                <w:b/>
                <w:sz w:val="24"/>
                <w:szCs w:val="24"/>
              </w:rPr>
              <w:t xml:space="preserve">Sorting – </w:t>
            </w:r>
            <w:r w:rsidR="00664917" w:rsidRPr="00664917">
              <w:rPr>
                <w:b/>
                <w:sz w:val="24"/>
                <w:szCs w:val="24"/>
              </w:rPr>
              <w:t>Purging</w:t>
            </w:r>
            <w:r>
              <w:rPr>
                <w:b/>
                <w:sz w:val="24"/>
                <w:szCs w:val="24"/>
              </w:rPr>
              <w:t xml:space="preserve"> -</w:t>
            </w:r>
            <w:r w:rsidR="00664917" w:rsidRPr="00664917">
              <w:rPr>
                <w:b/>
                <w:sz w:val="24"/>
                <w:szCs w:val="24"/>
              </w:rPr>
              <w:t xml:space="preserve"> Organizing</w:t>
            </w:r>
          </w:p>
          <w:p w:rsidR="00664917" w:rsidRPr="00664917" w:rsidRDefault="00664917" w:rsidP="00664917">
            <w:pPr>
              <w:numPr>
                <w:ilvl w:val="0"/>
                <w:numId w:val="1"/>
              </w:numPr>
              <w:spacing w:after="160" w:line="259" w:lineRule="auto"/>
              <w:contextualSpacing/>
              <w:rPr>
                <w:b/>
                <w:sz w:val="24"/>
                <w:szCs w:val="24"/>
              </w:rPr>
            </w:pPr>
            <w:r w:rsidRPr="00664917">
              <w:rPr>
                <w:b/>
                <w:sz w:val="24"/>
                <w:szCs w:val="24"/>
              </w:rPr>
              <w:t>Household, home office &amp; home based filing systems</w:t>
            </w: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DOWNSIZING:</w:t>
            </w:r>
          </w:p>
          <w:p w:rsidR="00664917" w:rsidRPr="00664917" w:rsidRDefault="00664917" w:rsidP="00664917">
            <w:pPr>
              <w:numPr>
                <w:ilvl w:val="0"/>
                <w:numId w:val="3"/>
              </w:numPr>
              <w:spacing w:after="160" w:line="259" w:lineRule="auto"/>
              <w:contextualSpacing/>
              <w:rPr>
                <w:b/>
                <w:sz w:val="24"/>
                <w:szCs w:val="24"/>
              </w:rPr>
            </w:pPr>
            <w:r w:rsidRPr="00664917">
              <w:rPr>
                <w:b/>
                <w:sz w:val="24"/>
                <w:szCs w:val="24"/>
              </w:rPr>
              <w:t>Sorting – purging -  organizing - labeling</w:t>
            </w:r>
          </w:p>
          <w:p w:rsidR="00664917" w:rsidRPr="00664917" w:rsidRDefault="00664917" w:rsidP="00664917">
            <w:pPr>
              <w:numPr>
                <w:ilvl w:val="0"/>
                <w:numId w:val="3"/>
              </w:numPr>
              <w:spacing w:after="160" w:line="259" w:lineRule="auto"/>
              <w:contextualSpacing/>
              <w:rPr>
                <w:b/>
                <w:sz w:val="24"/>
                <w:szCs w:val="24"/>
              </w:rPr>
            </w:pPr>
            <w:r w:rsidRPr="00664917">
              <w:rPr>
                <w:b/>
                <w:sz w:val="24"/>
                <w:szCs w:val="24"/>
              </w:rPr>
              <w:t>Packing &amp; unpacking</w:t>
            </w: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 xml:space="preserve">REMOVAL: </w:t>
            </w:r>
          </w:p>
          <w:p w:rsidR="001773F8" w:rsidRDefault="00664917" w:rsidP="000F6848">
            <w:pPr>
              <w:numPr>
                <w:ilvl w:val="0"/>
                <w:numId w:val="3"/>
              </w:numPr>
              <w:spacing w:after="160" w:line="259" w:lineRule="auto"/>
              <w:contextualSpacing/>
              <w:rPr>
                <w:b/>
                <w:sz w:val="24"/>
                <w:szCs w:val="24"/>
              </w:rPr>
            </w:pPr>
            <w:r w:rsidRPr="00664917">
              <w:rPr>
                <w:b/>
                <w:sz w:val="24"/>
                <w:szCs w:val="24"/>
              </w:rPr>
              <w:t>Light  trash &amp; proper disposal</w:t>
            </w:r>
          </w:p>
          <w:p w:rsidR="00664917" w:rsidRPr="00664917" w:rsidRDefault="00664917" w:rsidP="00525DCB">
            <w:pPr>
              <w:numPr>
                <w:ilvl w:val="0"/>
                <w:numId w:val="3"/>
              </w:numPr>
              <w:spacing w:after="160" w:line="259" w:lineRule="auto"/>
              <w:contextualSpacing/>
              <w:rPr>
                <w:b/>
                <w:sz w:val="24"/>
                <w:szCs w:val="24"/>
              </w:rPr>
            </w:pPr>
            <w:r w:rsidRPr="00664917">
              <w:rPr>
                <w:b/>
                <w:sz w:val="24"/>
                <w:szCs w:val="24"/>
              </w:rPr>
              <w:t xml:space="preserve"> </w:t>
            </w:r>
            <w:r w:rsidR="001773F8">
              <w:rPr>
                <w:b/>
                <w:sz w:val="24"/>
                <w:szCs w:val="24"/>
              </w:rPr>
              <w:t>D</w:t>
            </w:r>
            <w:r w:rsidRPr="00664917">
              <w:rPr>
                <w:b/>
                <w:sz w:val="24"/>
                <w:szCs w:val="24"/>
              </w:rPr>
              <w:t xml:space="preserve">onations </w:t>
            </w:r>
            <w:r w:rsidR="001773F8" w:rsidRPr="001773F8">
              <w:rPr>
                <w:b/>
                <w:sz w:val="24"/>
                <w:szCs w:val="24"/>
              </w:rPr>
              <w:t xml:space="preserve">&amp; light </w:t>
            </w:r>
            <w:r w:rsidRPr="00664917">
              <w:rPr>
                <w:b/>
                <w:sz w:val="24"/>
                <w:szCs w:val="24"/>
              </w:rPr>
              <w:t>recyclables to proper locations</w:t>
            </w:r>
          </w:p>
          <w:p w:rsidR="00664917" w:rsidRPr="00664917" w:rsidRDefault="00664917" w:rsidP="00664917">
            <w:pPr>
              <w:numPr>
                <w:ilvl w:val="0"/>
                <w:numId w:val="3"/>
              </w:numPr>
              <w:spacing w:after="160" w:line="259" w:lineRule="auto"/>
              <w:contextualSpacing/>
              <w:rPr>
                <w:b/>
                <w:sz w:val="24"/>
                <w:szCs w:val="24"/>
              </w:rPr>
            </w:pPr>
            <w:r w:rsidRPr="00664917">
              <w:rPr>
                <w:b/>
                <w:sz w:val="24"/>
                <w:szCs w:val="24"/>
              </w:rPr>
              <w:t>Shredding Service</w:t>
            </w:r>
          </w:p>
          <w:p w:rsidR="00664917" w:rsidRPr="00664917" w:rsidRDefault="00664917"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FOLLOW UP:</w:t>
            </w:r>
          </w:p>
          <w:p w:rsidR="00664917" w:rsidRPr="00664917" w:rsidRDefault="00664917" w:rsidP="00664917">
            <w:pPr>
              <w:numPr>
                <w:ilvl w:val="0"/>
                <w:numId w:val="4"/>
              </w:numPr>
              <w:spacing w:after="160" w:line="259" w:lineRule="auto"/>
              <w:contextualSpacing/>
              <w:rPr>
                <w:b/>
                <w:sz w:val="24"/>
                <w:szCs w:val="24"/>
              </w:rPr>
            </w:pPr>
            <w:r w:rsidRPr="00664917">
              <w:rPr>
                <w:b/>
                <w:sz w:val="24"/>
                <w:szCs w:val="24"/>
              </w:rPr>
              <w:t>Routine “clutter maintenance” visits</w:t>
            </w:r>
          </w:p>
          <w:p w:rsidR="00664917" w:rsidRPr="00664917" w:rsidRDefault="00664917" w:rsidP="00664917">
            <w:pPr>
              <w:spacing w:after="160" w:line="259" w:lineRule="auto"/>
              <w:contextualSpacing/>
              <w:rPr>
                <w:b/>
                <w:sz w:val="20"/>
                <w:szCs w:val="24"/>
              </w:rPr>
            </w:pPr>
          </w:p>
          <w:p w:rsidR="00664917" w:rsidRDefault="00664917" w:rsidP="00664917">
            <w:pPr>
              <w:spacing w:after="160" w:line="259" w:lineRule="auto"/>
              <w:contextualSpacing/>
              <w:rPr>
                <w:b/>
                <w:sz w:val="20"/>
                <w:szCs w:val="24"/>
              </w:rPr>
            </w:pPr>
          </w:p>
          <w:p w:rsidR="001773F8" w:rsidRPr="00664917" w:rsidRDefault="001773F8" w:rsidP="00664917">
            <w:pPr>
              <w:spacing w:after="160" w:line="259" w:lineRule="auto"/>
              <w:contextualSpacing/>
              <w:rPr>
                <w:b/>
                <w:sz w:val="20"/>
                <w:szCs w:val="24"/>
              </w:rPr>
            </w:pPr>
          </w:p>
          <w:p w:rsidR="00664917" w:rsidRPr="00664917" w:rsidRDefault="00664917" w:rsidP="00664917">
            <w:pPr>
              <w:spacing w:after="160" w:line="259" w:lineRule="auto"/>
              <w:contextualSpacing/>
              <w:rPr>
                <w:b/>
                <w:sz w:val="24"/>
                <w:szCs w:val="24"/>
              </w:rPr>
            </w:pPr>
            <w:r w:rsidRPr="00664917">
              <w:rPr>
                <w:b/>
                <w:sz w:val="24"/>
                <w:szCs w:val="24"/>
              </w:rPr>
              <w:t xml:space="preserve">For projects not listed above, please contact me.  </w:t>
            </w:r>
          </w:p>
          <w:p w:rsidR="00664917" w:rsidRDefault="00664917"/>
        </w:tc>
      </w:tr>
    </w:tbl>
    <w:p w:rsidR="00AB6190" w:rsidRDefault="00AB6190"/>
    <w:sectPr w:rsidR="00AB6190" w:rsidSect="00664917">
      <w:pgSz w:w="15840" w:h="12240" w:orient="landscape" w:code="1"/>
      <w:pgMar w:top="432" w:right="288" w:bottom="432"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0417B"/>
    <w:multiLevelType w:val="hybridMultilevel"/>
    <w:tmpl w:val="96EC6D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5608D8"/>
    <w:multiLevelType w:val="hybridMultilevel"/>
    <w:tmpl w:val="D9F64DD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A19DC"/>
    <w:multiLevelType w:val="hybridMultilevel"/>
    <w:tmpl w:val="82A6A0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B63864"/>
    <w:multiLevelType w:val="hybridMultilevel"/>
    <w:tmpl w:val="3BAA6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B73"/>
    <w:rsid w:val="000676D4"/>
    <w:rsid w:val="001773F8"/>
    <w:rsid w:val="00664917"/>
    <w:rsid w:val="00900B73"/>
    <w:rsid w:val="00AB6190"/>
    <w:rsid w:val="00BD0298"/>
    <w:rsid w:val="00D60E03"/>
    <w:rsid w:val="00D635A0"/>
    <w:rsid w:val="00F21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2DFBC4-2B9A-459F-BA1D-4BCB38B23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table" w:styleId="TableGrid">
    <w:name w:val="Table Grid"/>
    <w:basedOn w:val="TableNormal"/>
    <w:uiPriority w:val="39"/>
    <w:rsid w:val="00664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35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5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tterredtoclarit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nfo@clutteredtoclarity.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lutterredtoclarity.com" TargetMode="External"/><Relationship Id="rId5" Type="http://schemas.openxmlformats.org/officeDocument/2006/relationships/webSettings" Target="webSettings.xml"/><Relationship Id="rId10" Type="http://schemas.openxmlformats.org/officeDocument/2006/relationships/hyperlink" Target="mailto:info@clutteredtoclarity.com" TargetMode="Externa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46</TotalTime>
  <Pages>1</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Christine</cp:lastModifiedBy>
  <cp:revision>6</cp:revision>
  <cp:lastPrinted>2015-01-20T16:21:00Z</cp:lastPrinted>
  <dcterms:created xsi:type="dcterms:W3CDTF">2015-01-20T15:24:00Z</dcterms:created>
  <dcterms:modified xsi:type="dcterms:W3CDTF">2015-01-20T17:21:00Z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